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="005834F0">
        <w:rPr>
          <w:rFonts w:asciiTheme="minorHAnsi" w:hAnsiTheme="minorHAnsi"/>
          <w:b/>
          <w:color w:val="auto"/>
        </w:rPr>
        <w:t>K</w:t>
      </w:r>
      <w:r w:rsidRPr="00CD7B85">
        <w:rPr>
          <w:rFonts w:asciiTheme="minorHAnsi" w:hAnsiTheme="minorHAnsi"/>
          <w:b/>
          <w:color w:val="auto"/>
        </w:rPr>
        <w:t>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70CF2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prostřednictvím komunikačního rozhraní systému JOSEPHINE. Tento způsob komunikace se týká jakékoliv el</w:t>
      </w:r>
      <w:r w:rsidR="00C9120B">
        <w:rPr>
          <w:rFonts w:asciiTheme="minorHAnsi" w:hAnsiTheme="minorHAnsi"/>
          <w:b/>
          <w:sz w:val="22"/>
          <w:szCs w:val="22"/>
          <w:highlight w:val="yellow"/>
        </w:rPr>
        <w:t>ektronické komunikace, resp. ele</w:t>
      </w:r>
      <w:bookmarkStart w:id="0" w:name="_GoBack"/>
      <w:bookmarkEnd w:id="0"/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</w:t>
      </w:r>
      <w:r w:rsidR="00E416AA">
        <w:rPr>
          <w:rFonts w:asciiTheme="minorHAnsi" w:hAnsiTheme="minorHAnsi"/>
          <w:sz w:val="22"/>
          <w:szCs w:val="22"/>
        </w:rPr>
        <w:t>pro elektronickou komunikaci. JO</w:t>
      </w:r>
      <w:r w:rsidRPr="00CD7B85">
        <w:rPr>
          <w:rFonts w:asciiTheme="minorHAnsi" w:hAnsiTheme="minorHAnsi"/>
          <w:sz w:val="22"/>
          <w:szCs w:val="22"/>
        </w:rPr>
        <w:t xml:space="preserve">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</w:t>
      </w:r>
    </w:p>
    <w:p w:rsidR="0039473F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7F2ADC" w:rsidRPr="00CD7B85" w:rsidRDefault="007F2ADC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Microsoft EDGE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C1162E" w:rsidRDefault="00C1162E" w:rsidP="00C1162E"/>
    <w:p w:rsidR="008C7B36" w:rsidRDefault="008C7B36" w:rsidP="00C1162E"/>
    <w:p w:rsidR="008C7B36" w:rsidRDefault="008C7B36" w:rsidP="00C1162E"/>
    <w:p w:rsidR="008C7B36" w:rsidRDefault="008C7B36" w:rsidP="00C1162E"/>
    <w:p w:rsidR="008C7B36" w:rsidRDefault="008C7B36" w:rsidP="00C1162E"/>
    <w:p w:rsidR="00216878" w:rsidRDefault="00216878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834F0"/>
    <w:rsid w:val="00592F1F"/>
    <w:rsid w:val="005936E3"/>
    <w:rsid w:val="005C745F"/>
    <w:rsid w:val="005E34E5"/>
    <w:rsid w:val="005E59AE"/>
    <w:rsid w:val="006706E9"/>
    <w:rsid w:val="006828D3"/>
    <w:rsid w:val="006A022B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F2ADC"/>
    <w:rsid w:val="008269A9"/>
    <w:rsid w:val="00855DD6"/>
    <w:rsid w:val="008C44E7"/>
    <w:rsid w:val="008C7B36"/>
    <w:rsid w:val="008F1680"/>
    <w:rsid w:val="00936F3A"/>
    <w:rsid w:val="009A5655"/>
    <w:rsid w:val="009E50B2"/>
    <w:rsid w:val="00A00CAF"/>
    <w:rsid w:val="00A12115"/>
    <w:rsid w:val="00A12171"/>
    <w:rsid w:val="00A52959"/>
    <w:rsid w:val="00A70CF2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9120B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16AA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A92FD-3834-49AE-9F69-F73025DF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E35CA44-90A0-481C-A523-202CCA5C6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C82FB2BD</Template>
  <TotalTime>0</TotalTime>
  <Pages>3</Pages>
  <Words>935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5</cp:revision>
  <cp:lastPrinted>2020-02-14T09:28:00Z</cp:lastPrinted>
  <dcterms:created xsi:type="dcterms:W3CDTF">2022-09-13T12:14:00Z</dcterms:created>
  <dcterms:modified xsi:type="dcterms:W3CDTF">2025-10-31T07:37:00Z</dcterms:modified>
</cp:coreProperties>
</file>